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4E126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Ο2.Ε43 Μονάδα Αποθήκευσης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4E126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64" w:rsidRPr="00DF25B3" w:rsidRDefault="004E1264" w:rsidP="004E12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Εξωτερικός Σκληρός Δίσκος</w:t>
            </w:r>
          </w:p>
        </w:tc>
        <w:tc>
          <w:tcPr>
            <w:tcW w:w="1441" w:type="dxa"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E126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64" w:rsidRPr="00DF25B3" w:rsidRDefault="004E1264" w:rsidP="004E12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Capacity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28ΤΒ</w:t>
            </w:r>
          </w:p>
        </w:tc>
        <w:tc>
          <w:tcPr>
            <w:tcW w:w="1441" w:type="dxa"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E12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64" w:rsidRPr="00DF25B3" w:rsidRDefault="004E1264" w:rsidP="004E12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Connectivity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Thunderbolt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3 USB-C</w:t>
            </w:r>
          </w:p>
        </w:tc>
        <w:tc>
          <w:tcPr>
            <w:tcW w:w="1441" w:type="dxa"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E126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64" w:rsidRPr="00DF25B3" w:rsidRDefault="004E1264" w:rsidP="004E12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Hard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Disk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Type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HDD</w:t>
            </w:r>
          </w:p>
        </w:tc>
        <w:tc>
          <w:tcPr>
            <w:tcW w:w="1441" w:type="dxa"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E12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64" w:rsidRPr="00FE320D" w:rsidRDefault="004E1264" w:rsidP="004E12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Ταχύτητες μεταφοράς μέχρι 440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</w:p>
        </w:tc>
        <w:tc>
          <w:tcPr>
            <w:tcW w:w="1441" w:type="dxa"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E12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64" w:rsidRPr="005019CC" w:rsidRDefault="004E1264" w:rsidP="004E126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7200 RPM/64MB cache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σκληρούς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δίσκους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enterprise-class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IronWolf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Pro</w:t>
            </w:r>
          </w:p>
        </w:tc>
        <w:tc>
          <w:tcPr>
            <w:tcW w:w="1441" w:type="dxa"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E1264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E1264" w:rsidRPr="00DF25B3" w:rsidRDefault="004E1264" w:rsidP="004E12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264" w:rsidRPr="00DF25B3" w:rsidRDefault="004E1264" w:rsidP="004E12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Εγγύηση: 3 έτη</w:t>
            </w:r>
          </w:p>
        </w:tc>
        <w:tc>
          <w:tcPr>
            <w:tcW w:w="1441" w:type="dxa"/>
          </w:tcPr>
          <w:p w:rsidR="004E1264" w:rsidRPr="00EF62A6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E1264" w:rsidRPr="00EF62A6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E1264" w:rsidRPr="00EF62A6" w:rsidRDefault="004E1264" w:rsidP="004E12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</w:tbl>
    <w:p w:rsidR="00EB2777" w:rsidRDefault="00EB2777">
      <w:bookmarkStart w:id="0" w:name="_GoBack"/>
      <w:bookmarkEnd w:id="0"/>
    </w:p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633A63"/>
    <w:rsid w:val="00671793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A2618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61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2025-09-10T08:11:00Z</dcterms:created>
  <dcterms:modified xsi:type="dcterms:W3CDTF">2025-09-10T08:11:00Z</dcterms:modified>
</cp:coreProperties>
</file>